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DA5C0F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FE2029">
        <w:rPr>
          <w:rStyle w:val="Strong"/>
          <w:rFonts w:asciiTheme="minorHAnsi" w:hAnsiTheme="minorHAnsi" w:cstheme="minorHAnsi"/>
          <w:lang w:val="en-GB"/>
        </w:rPr>
        <w:t>20-G001-23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40CEF1A"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FE2029">
        <w:rPr>
          <w:rFonts w:ascii="Calibri" w:hAnsi="Calibri" w:cs="Calibri"/>
          <w:lang w:val="en-GB"/>
        </w:rPr>
        <w:t xml:space="preserve">Office of the Attorney General </w:t>
      </w:r>
      <w:r w:rsidRPr="007F3777">
        <w:rPr>
          <w:rFonts w:ascii="Calibri" w:hAnsi="Calibri" w:cs="Calibri"/>
          <w:lang w:val="en-GB"/>
        </w:rPr>
        <w:t xml:space="preserve">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4C793E8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260A12D" w14:textId="301416E9" w:rsidR="004A401D" w:rsidRDefault="004A401D" w:rsidP="00166C12">
      <w:pPr>
        <w:rPr>
          <w:lang w:val="en-GB"/>
        </w:rPr>
      </w:pPr>
    </w:p>
    <w:p w14:paraId="0DBFC123" w14:textId="4C7BDD61" w:rsidR="004A401D" w:rsidRDefault="004A401D" w:rsidP="00166C12">
      <w:pPr>
        <w:rPr>
          <w:lang w:val="en-GB"/>
        </w:rPr>
      </w:pPr>
      <w:r>
        <w:rPr>
          <w:lang w:val="en-GB"/>
        </w:rPr>
        <w:t>To: Secretary, Ministry of Finance and Economic Development</w:t>
      </w:r>
    </w:p>
    <w:p w14:paraId="76D4871D" w14:textId="46E8B418" w:rsidR="004A401D" w:rsidRDefault="004A401D" w:rsidP="00166C12">
      <w:pPr>
        <w:rPr>
          <w:lang w:val="en-GB"/>
        </w:rPr>
      </w:pPr>
      <w:r>
        <w:rPr>
          <w:lang w:val="en-GB"/>
        </w:rPr>
        <w:t>Bairiki, Tarawa</w:t>
      </w:r>
    </w:p>
    <w:p w14:paraId="6851DF19" w14:textId="533EDB82" w:rsidR="004A401D" w:rsidRDefault="004A401D" w:rsidP="00166C12">
      <w:pPr>
        <w:rPr>
          <w:lang w:val="en-GB"/>
        </w:rPr>
      </w:pPr>
    </w:p>
    <w:p w14:paraId="2D77EA83" w14:textId="6E4EEE23" w:rsidR="004A401D" w:rsidRDefault="004A401D" w:rsidP="00166C12">
      <w:pPr>
        <w:rPr>
          <w:lang w:val="en-GB"/>
        </w:rPr>
      </w:pPr>
      <w:r>
        <w:rPr>
          <w:lang w:val="en-GB"/>
        </w:rPr>
        <w:t>Attention: Central Procurement Unit</w:t>
      </w:r>
    </w:p>
    <w:p w14:paraId="6512A721" w14:textId="791BD1C3" w:rsidR="004A401D" w:rsidRDefault="004A401D" w:rsidP="00166C12">
      <w:pPr>
        <w:rPr>
          <w:lang w:val="en-GB"/>
        </w:rPr>
      </w:pPr>
      <w:r>
        <w:rPr>
          <w:lang w:val="en-GB"/>
        </w:rPr>
        <w:t>Tender No: 20-G001-23</w:t>
      </w:r>
    </w:p>
    <w:p w14:paraId="3FC215D4" w14:textId="3F98E4B4" w:rsidR="004A401D" w:rsidRDefault="004A401D" w:rsidP="00166C12">
      <w:pPr>
        <w:rPr>
          <w:lang w:val="en-GB"/>
        </w:rPr>
      </w:pPr>
    </w:p>
    <w:p w14:paraId="678AAF2C" w14:textId="77777777" w:rsidR="004A401D" w:rsidRPr="00B41F59" w:rsidRDefault="004A401D"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3B4B2C56"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4DF0BAE1" w14:textId="751EF9E1" w:rsidR="004A401D" w:rsidRDefault="004A401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license and Business Registration</w:t>
      </w:r>
    </w:p>
    <w:p w14:paraId="4739DC00" w14:textId="3B7C1A48" w:rsidR="004A401D" w:rsidRPr="00032400" w:rsidRDefault="004A401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FC587" w14:textId="77777777" w:rsidR="00570E5E" w:rsidRDefault="00570E5E">
      <w:r>
        <w:separator/>
      </w:r>
    </w:p>
  </w:endnote>
  <w:endnote w:type="continuationSeparator" w:id="0">
    <w:p w14:paraId="3D4770F5" w14:textId="77777777" w:rsidR="00570E5E" w:rsidRDefault="00570E5E">
      <w:r>
        <w:continuationSeparator/>
      </w:r>
    </w:p>
  </w:endnote>
  <w:endnote w:type="continuationNotice" w:id="1">
    <w:p w14:paraId="3FF9E24D" w14:textId="77777777" w:rsidR="00570E5E" w:rsidRDefault="00570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654597D7" w:rsidR="00133D55" w:rsidRDefault="00133D55" w:rsidP="004878F3">
    <w:pPr>
      <w:pStyle w:val="Footer"/>
    </w:pPr>
    <w:r>
      <w:fldChar w:fldCharType="begin"/>
    </w:r>
    <w:r>
      <w:instrText xml:space="preserve"> DATE \@ "yyyy-MM-dd" </w:instrText>
    </w:r>
    <w:r>
      <w:fldChar w:fldCharType="separate"/>
    </w:r>
    <w:r w:rsidR="004A401D">
      <w:rPr>
        <w:noProof/>
      </w:rPr>
      <w:t>2023-01-11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4603E" w14:textId="77777777" w:rsidR="00570E5E" w:rsidRDefault="00570E5E">
      <w:r>
        <w:separator/>
      </w:r>
    </w:p>
  </w:footnote>
  <w:footnote w:type="continuationSeparator" w:id="0">
    <w:p w14:paraId="28DA8119" w14:textId="77777777" w:rsidR="00570E5E" w:rsidRDefault="00570E5E">
      <w:r>
        <w:continuationSeparator/>
      </w:r>
    </w:p>
  </w:footnote>
  <w:footnote w:type="continuationNotice" w:id="1">
    <w:p w14:paraId="0899C72C" w14:textId="77777777" w:rsidR="00570E5E" w:rsidRDefault="00570E5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F845833"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94917287">
    <w:abstractNumId w:val="1"/>
  </w:num>
  <w:num w:numId="2" w16cid:durableId="149488907">
    <w:abstractNumId w:val="12"/>
  </w:num>
  <w:num w:numId="3" w16cid:durableId="101147613">
    <w:abstractNumId w:val="13"/>
  </w:num>
  <w:num w:numId="4" w16cid:durableId="21634996">
    <w:abstractNumId w:val="7"/>
  </w:num>
  <w:num w:numId="5" w16cid:durableId="613370624">
    <w:abstractNumId w:val="6"/>
  </w:num>
  <w:num w:numId="6" w16cid:durableId="382363859">
    <w:abstractNumId w:val="9"/>
  </w:num>
  <w:num w:numId="7" w16cid:durableId="1779762875">
    <w:abstractNumId w:val="8"/>
  </w:num>
  <w:num w:numId="8" w16cid:durableId="1922909710">
    <w:abstractNumId w:val="11"/>
  </w:num>
  <w:num w:numId="9" w16cid:durableId="1116830009">
    <w:abstractNumId w:val="0"/>
  </w:num>
  <w:num w:numId="10" w16cid:durableId="969435931">
    <w:abstractNumId w:val="10"/>
  </w:num>
  <w:num w:numId="11" w16cid:durableId="160974017">
    <w:abstractNumId w:val="4"/>
  </w:num>
  <w:num w:numId="12" w16cid:durableId="1948656443">
    <w:abstractNumId w:val="3"/>
  </w:num>
  <w:num w:numId="13" w16cid:durableId="1411073556">
    <w:abstractNumId w:val="5"/>
  </w:num>
  <w:num w:numId="14" w16cid:durableId="135334159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0C0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01D"/>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E5E"/>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029"/>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1791</Words>
  <Characters>10210</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11978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2013-10-18T08:32:00Z</cp:lastPrinted>
  <dcterms:created xsi:type="dcterms:W3CDTF">2020-12-01T12:58:00Z</dcterms:created>
  <dcterms:modified xsi:type="dcterms:W3CDTF">2023-01-10T23:09:00Z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